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97C5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5624170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194B67F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129F424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4187BFED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0FDABF71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5EF16E9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04EBFB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81D8580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1F977E4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4508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1921D94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299664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11F500A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F26676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F5A7DE3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4D9C5DC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02C6A64A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19E6163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0623B149" w14:textId="77777777" w:rsidTr="00145383">
        <w:tc>
          <w:tcPr>
            <w:tcW w:w="9663" w:type="dxa"/>
          </w:tcPr>
          <w:p w14:paraId="2AEDF6D9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30B3CC8B" w14:textId="77777777" w:rsidTr="00145383">
        <w:tc>
          <w:tcPr>
            <w:tcW w:w="9663" w:type="dxa"/>
          </w:tcPr>
          <w:p w14:paraId="2254F7D1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7CBAAC23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206AAB09" w14:textId="77777777" w:rsidR="00E301FE" w:rsidRDefault="00E301FE">
      <w:r>
        <w:br w:type="page"/>
      </w:r>
    </w:p>
    <w:p w14:paraId="37303689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0A1B03C5" w14:textId="77777777" w:rsidTr="00CC06A5">
        <w:trPr>
          <w:trHeight w:val="80"/>
        </w:trPr>
        <w:tc>
          <w:tcPr>
            <w:tcW w:w="3685" w:type="dxa"/>
          </w:tcPr>
          <w:p w14:paraId="4FA8FD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10F791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9A56B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2E7B26F" w14:textId="77777777" w:rsidTr="00CC06A5">
        <w:tc>
          <w:tcPr>
            <w:tcW w:w="3685" w:type="dxa"/>
          </w:tcPr>
          <w:p w14:paraId="496C5B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5CF9942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DB4F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5E9172E6" w14:textId="77777777" w:rsidTr="00CC06A5">
        <w:tc>
          <w:tcPr>
            <w:tcW w:w="3685" w:type="dxa"/>
          </w:tcPr>
          <w:p w14:paraId="1DB51D7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83879EE" w14:textId="77777777" w:rsidR="00E301FE" w:rsidRPr="002A1799" w:rsidRDefault="00E301FE" w:rsidP="00CC06A5"/>
        </w:tc>
        <w:tc>
          <w:tcPr>
            <w:tcW w:w="4961" w:type="dxa"/>
          </w:tcPr>
          <w:p w14:paraId="39AA8A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C78E9C5" w14:textId="77777777" w:rsidTr="00CC06A5">
        <w:tc>
          <w:tcPr>
            <w:tcW w:w="3685" w:type="dxa"/>
          </w:tcPr>
          <w:p w14:paraId="0CF1C63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24CD0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F0D06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306683" w14:textId="77777777" w:rsidTr="00CC06A5">
        <w:tc>
          <w:tcPr>
            <w:tcW w:w="3685" w:type="dxa"/>
          </w:tcPr>
          <w:p w14:paraId="45AD14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1BF0401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D85B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D9E5FD" w14:textId="77777777" w:rsidTr="00CC06A5">
        <w:tc>
          <w:tcPr>
            <w:tcW w:w="3685" w:type="dxa"/>
          </w:tcPr>
          <w:p w14:paraId="20D96A1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FC888B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B30C3F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DF7576" w14:textId="77777777" w:rsidTr="00CC06A5">
        <w:tc>
          <w:tcPr>
            <w:tcW w:w="3685" w:type="dxa"/>
          </w:tcPr>
          <w:p w14:paraId="5A591B4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777B90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701F3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75453A9" w14:textId="77777777" w:rsidTr="00CC06A5">
        <w:tc>
          <w:tcPr>
            <w:tcW w:w="3685" w:type="dxa"/>
          </w:tcPr>
          <w:p w14:paraId="77AA1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3E6B80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52F01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B2BD417" w14:textId="77777777" w:rsidTr="00CC06A5">
        <w:tc>
          <w:tcPr>
            <w:tcW w:w="3685" w:type="dxa"/>
          </w:tcPr>
          <w:p w14:paraId="491A2C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C1998C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0746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A458B8C" w14:textId="77777777" w:rsidTr="00CC06A5">
        <w:tc>
          <w:tcPr>
            <w:tcW w:w="3685" w:type="dxa"/>
          </w:tcPr>
          <w:p w14:paraId="4B7449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743EAB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38FAF5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91571F7" w14:textId="77777777" w:rsidTr="00CC06A5">
        <w:tc>
          <w:tcPr>
            <w:tcW w:w="3685" w:type="dxa"/>
          </w:tcPr>
          <w:p w14:paraId="29073A86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155CF72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A82702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6C1FCD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B0E1529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64E70F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3F44C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7A5111AA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31FA7B6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071BBD2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43F3A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8AD516E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1C19A32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E95FAB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74FC9" w14:textId="77777777" w:rsidR="00891187" w:rsidRDefault="00891187">
      <w:r>
        <w:separator/>
      </w:r>
    </w:p>
  </w:endnote>
  <w:endnote w:type="continuationSeparator" w:id="0">
    <w:p w14:paraId="17CC9AED" w14:textId="77777777" w:rsidR="00891187" w:rsidRDefault="0089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F330" w14:textId="77777777" w:rsidR="008919BF" w:rsidRDefault="008919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297BBA37" w14:textId="77777777">
      <w:tc>
        <w:tcPr>
          <w:tcW w:w="3392" w:type="dxa"/>
        </w:tcPr>
        <w:p w14:paraId="709B3E5F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EB4B5C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AD6EA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AA3A1E1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C4408" w14:textId="77777777" w:rsidR="008919BF" w:rsidRDefault="00891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AB056" w14:textId="77777777" w:rsidR="00891187" w:rsidRDefault="00891187">
      <w:r>
        <w:separator/>
      </w:r>
    </w:p>
  </w:footnote>
  <w:footnote w:type="continuationSeparator" w:id="0">
    <w:p w14:paraId="4B4BAD61" w14:textId="77777777" w:rsidR="00891187" w:rsidRDefault="0089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FC09" w14:textId="77777777" w:rsidR="008919BF" w:rsidRDefault="008919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4E0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5381BE0" wp14:editId="54921EA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76B103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1459" w14:textId="77777777" w:rsidR="008919BF" w:rsidRDefault="008919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44578989">
    <w:abstractNumId w:val="16"/>
  </w:num>
  <w:num w:numId="2" w16cid:durableId="1997610224">
    <w:abstractNumId w:val="22"/>
  </w:num>
  <w:num w:numId="3" w16cid:durableId="536937985">
    <w:abstractNumId w:val="4"/>
  </w:num>
  <w:num w:numId="4" w16cid:durableId="1138186859">
    <w:abstractNumId w:val="3"/>
  </w:num>
  <w:num w:numId="5" w16cid:durableId="1973366777">
    <w:abstractNumId w:val="13"/>
  </w:num>
  <w:num w:numId="6" w16cid:durableId="317609348">
    <w:abstractNumId w:val="15"/>
  </w:num>
  <w:num w:numId="7" w16cid:durableId="745805343">
    <w:abstractNumId w:val="6"/>
  </w:num>
  <w:num w:numId="8" w16cid:durableId="1539661828">
    <w:abstractNumId w:val="19"/>
  </w:num>
  <w:num w:numId="9" w16cid:durableId="1264991051">
    <w:abstractNumId w:val="25"/>
  </w:num>
  <w:num w:numId="10" w16cid:durableId="1207912103">
    <w:abstractNumId w:val="2"/>
  </w:num>
  <w:num w:numId="11" w16cid:durableId="1819296617">
    <w:abstractNumId w:val="12"/>
  </w:num>
  <w:num w:numId="12" w16cid:durableId="629752480">
    <w:abstractNumId w:val="11"/>
  </w:num>
  <w:num w:numId="13" w16cid:durableId="715590154">
    <w:abstractNumId w:val="24"/>
  </w:num>
  <w:num w:numId="14" w16cid:durableId="466702792">
    <w:abstractNumId w:val="7"/>
  </w:num>
  <w:num w:numId="15" w16cid:durableId="1774663686">
    <w:abstractNumId w:val="0"/>
  </w:num>
  <w:num w:numId="16" w16cid:durableId="919682740">
    <w:abstractNumId w:val="10"/>
  </w:num>
  <w:num w:numId="17" w16cid:durableId="385682541">
    <w:abstractNumId w:val="5"/>
  </w:num>
  <w:num w:numId="18" w16cid:durableId="1444764791">
    <w:abstractNumId w:val="20"/>
  </w:num>
  <w:num w:numId="19" w16cid:durableId="24405941">
    <w:abstractNumId w:val="21"/>
  </w:num>
  <w:num w:numId="20" w16cid:durableId="1660383278">
    <w:abstractNumId w:val="18"/>
  </w:num>
  <w:num w:numId="21" w16cid:durableId="157766366">
    <w:abstractNumId w:val="17"/>
  </w:num>
  <w:num w:numId="22" w16cid:durableId="927152817">
    <w:abstractNumId w:val="14"/>
  </w:num>
  <w:num w:numId="23" w16cid:durableId="704984419">
    <w:abstractNumId w:val="23"/>
  </w:num>
  <w:num w:numId="24" w16cid:durableId="765689012">
    <w:abstractNumId w:val="8"/>
  </w:num>
  <w:num w:numId="25" w16cid:durableId="1421675844">
    <w:abstractNumId w:val="9"/>
  </w:num>
  <w:num w:numId="26" w16cid:durableId="1869833299">
    <w:abstractNumId w:val="1"/>
  </w:num>
  <w:num w:numId="27" w16cid:durableId="10716250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5ACE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1FA5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187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148DE6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E98A806-9B16-4A15-86F7-169D51514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2B3F6D-651A-48FE-9F63-2D445D80A49E}"/>
</file>

<file path=customXml/itemProps3.xml><?xml version="1.0" encoding="utf-8"?>
<ds:datastoreItem xmlns:ds="http://schemas.openxmlformats.org/officeDocument/2006/customXml" ds:itemID="{9FF77457-6A17-41F8-9BD3-CBE758B6C0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81</TotalTime>
  <Pages>2</Pages>
  <Words>256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2021-01-25T16:16:00Z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